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3D95F5" w14:textId="77777777" w:rsidR="0040444D" w:rsidRDefault="0040444D" w:rsidP="0062428E">
      <w:r>
        <w:t xml:space="preserve">Svenja Koch </w:t>
      </w:r>
      <w:r>
        <w:rPr>
          <w:rFonts w:ascii="Lucida Grande" w:hAnsi="Lucida Grande" w:cs="Lucida Grande"/>
        </w:rPr>
        <w:t>·</w:t>
      </w:r>
      <w:r>
        <w:t xml:space="preserve"> Hirschbergweg 11 </w:t>
      </w:r>
      <w:r>
        <w:rPr>
          <w:rFonts w:ascii="Lucida Grande" w:hAnsi="Lucida Grande" w:cs="Lucida Grande"/>
        </w:rPr>
        <w:t>·</w:t>
      </w:r>
      <w:r>
        <w:t xml:space="preserve"> 44388 Dortmund</w:t>
      </w:r>
    </w:p>
    <w:p w14:paraId="67AEB117" w14:textId="23A7C9B4" w:rsidR="0040444D" w:rsidRDefault="0040444D" w:rsidP="0040444D">
      <w:r>
        <w:t xml:space="preserve">Tel.: 0231 111222333 · Mobil: 0171 123456789 · E-Mail: </w:t>
      </w:r>
      <w:r w:rsidRPr="0040444D">
        <w:t>s.koch@webmail.de</w:t>
      </w:r>
    </w:p>
    <w:p w14:paraId="2E67C2B4" w14:textId="77777777" w:rsidR="0040444D" w:rsidRDefault="0040444D" w:rsidP="0040444D"/>
    <w:p w14:paraId="23374192" w14:textId="77777777" w:rsidR="0062428E" w:rsidRDefault="0062428E" w:rsidP="0040444D"/>
    <w:p w14:paraId="19DB3F9B" w14:textId="77777777" w:rsidR="0062428E" w:rsidRDefault="0062428E" w:rsidP="0040444D"/>
    <w:p w14:paraId="2435DB12" w14:textId="77777777" w:rsidR="001352F9" w:rsidRDefault="001352F9" w:rsidP="0040444D"/>
    <w:p w14:paraId="41221935" w14:textId="77777777" w:rsidR="001352F9" w:rsidRDefault="001352F9" w:rsidP="0040444D"/>
    <w:p w14:paraId="3806D975" w14:textId="77777777" w:rsidR="0040444D" w:rsidRDefault="0040444D" w:rsidP="0040444D"/>
    <w:p w14:paraId="33CCBE6F" w14:textId="77777777" w:rsidR="0040444D" w:rsidRDefault="0040444D" w:rsidP="0040444D">
      <w:r>
        <w:t xml:space="preserve">Kanzlei </w:t>
      </w:r>
      <w:proofErr w:type="spellStart"/>
      <w:r>
        <w:t>Söhnke</w:t>
      </w:r>
      <w:proofErr w:type="spellEnd"/>
      <w:r>
        <w:t>, Scherbaum &amp; Partner</w:t>
      </w:r>
    </w:p>
    <w:p w14:paraId="50B2848F" w14:textId="3510082B" w:rsidR="0040444D" w:rsidRDefault="0040444D" w:rsidP="0040444D">
      <w:r>
        <w:t xml:space="preserve">Herrn Dr. Christoph </w:t>
      </w:r>
      <w:proofErr w:type="spellStart"/>
      <w:r>
        <w:t>Söhnke</w:t>
      </w:r>
      <w:proofErr w:type="spellEnd"/>
    </w:p>
    <w:p w14:paraId="6B9452CA" w14:textId="77777777" w:rsidR="0040444D" w:rsidRDefault="0040444D" w:rsidP="0040444D">
      <w:r>
        <w:t>Darmstädter Straße 95</w:t>
      </w:r>
    </w:p>
    <w:p w14:paraId="3438FE5A" w14:textId="77777777" w:rsidR="0040444D" w:rsidRDefault="0040444D" w:rsidP="0040444D">
      <w:r>
        <w:t>60311 Frankfurt</w:t>
      </w:r>
    </w:p>
    <w:p w14:paraId="79D12941" w14:textId="77777777" w:rsidR="0040444D" w:rsidRDefault="0040444D" w:rsidP="0040444D"/>
    <w:p w14:paraId="682894F4" w14:textId="77777777" w:rsidR="0040444D" w:rsidRDefault="0040444D" w:rsidP="0040444D"/>
    <w:p w14:paraId="09829CFD" w14:textId="7E89769C" w:rsidR="0040444D" w:rsidRDefault="001352F9" w:rsidP="0040444D">
      <w:pPr>
        <w:jc w:val="right"/>
      </w:pPr>
      <w:r>
        <w:t>6.</w:t>
      </w:r>
      <w:r w:rsidR="0040444D">
        <w:t>8.2016</w:t>
      </w:r>
    </w:p>
    <w:p w14:paraId="77E735AB" w14:textId="77777777" w:rsidR="0040444D" w:rsidRDefault="0040444D" w:rsidP="0040444D"/>
    <w:p w14:paraId="7C02E9F0" w14:textId="77777777" w:rsidR="0040444D" w:rsidRDefault="0040444D" w:rsidP="0040444D"/>
    <w:p w14:paraId="72CD44AA" w14:textId="77777777" w:rsidR="0040444D" w:rsidRPr="0040444D" w:rsidRDefault="0040444D" w:rsidP="0040444D">
      <w:pPr>
        <w:rPr>
          <w:b/>
        </w:rPr>
      </w:pPr>
      <w:r w:rsidRPr="0040444D">
        <w:rPr>
          <w:b/>
        </w:rPr>
        <w:t>Initiativbewerbung als Rechtsanwältin in Ihrer Kanzlei</w:t>
      </w:r>
    </w:p>
    <w:p w14:paraId="16D5901B" w14:textId="77777777" w:rsidR="0040444D" w:rsidRDefault="0040444D" w:rsidP="0040444D"/>
    <w:p w14:paraId="1A060F49" w14:textId="77777777" w:rsidR="0040444D" w:rsidRDefault="0040444D" w:rsidP="0040444D"/>
    <w:p w14:paraId="47D014C9" w14:textId="77777777" w:rsidR="0040444D" w:rsidRDefault="0040444D" w:rsidP="0040444D">
      <w:r>
        <w:t xml:space="preserve">Sehr geehrter Herr Dr. </w:t>
      </w:r>
      <w:proofErr w:type="spellStart"/>
      <w:r>
        <w:t>Söhnke</w:t>
      </w:r>
      <w:proofErr w:type="spellEnd"/>
      <w:r>
        <w:t>,</w:t>
      </w:r>
    </w:p>
    <w:p w14:paraId="4316217A" w14:textId="77777777" w:rsidR="0040444D" w:rsidRDefault="0040444D" w:rsidP="0040444D"/>
    <w:p w14:paraId="1DB972C2" w14:textId="3F65D577" w:rsidR="0040444D" w:rsidRDefault="0040444D" w:rsidP="0040444D">
      <w:r>
        <w:t>in de</w:t>
      </w:r>
      <w:r w:rsidR="001352F9">
        <w:t>r Frankfurter Rundschau vom 21.</w:t>
      </w:r>
      <w:r>
        <w:t xml:space="preserve">7.2016 stieß ich auf einen Bericht über Ihre Kanzlei, der erwähnte, dass Sie aktuell Nachwuchsanwälte suchen. Die Kanzlei </w:t>
      </w:r>
      <w:proofErr w:type="spellStart"/>
      <w:r>
        <w:t>Söhnke</w:t>
      </w:r>
      <w:proofErr w:type="spellEnd"/>
      <w:r>
        <w:t>, Scherbaum &amp; Par</w:t>
      </w:r>
      <w:r>
        <w:t>t</w:t>
      </w:r>
      <w:r>
        <w:t>ner ist mir als international erfolgreiche Großkanzlei bekannt, in der ich gern meine berufliche Laufbahn fortsetzen möchte.</w:t>
      </w:r>
    </w:p>
    <w:p w14:paraId="430F2694" w14:textId="77777777" w:rsidR="0040444D" w:rsidRDefault="0040444D" w:rsidP="0040444D"/>
    <w:p w14:paraId="42320CDC" w14:textId="24FE5DC1" w:rsidR="0040444D" w:rsidRDefault="0040444D" w:rsidP="0040444D">
      <w:r>
        <w:t xml:space="preserve">Ich bin Rechtsassessorin, 31 Jahre alt und habe soeben mein Referendariat in Nordrhein-Westfalen abgeschlossen. Meine Studienzeit begann in Frankfurt, führte mich nach New York, wo ich den Titel Master </w:t>
      </w:r>
      <w:proofErr w:type="spellStart"/>
      <w:r>
        <w:t>of</w:t>
      </w:r>
      <w:proofErr w:type="spellEnd"/>
      <w:r>
        <w:t xml:space="preserve"> Law (LL. M.) sowie die amerikanische Anwaltszulassung erwarb, und schließlich nach Berlin. Während des Referendariats arbeitete ich in meiner Wahlstation Müller, Dietrichs &amp; Schaudt, einer auf internationales Handelsrecht spezialisierten Großkanzlei in Köln, vor allem im Bere</w:t>
      </w:r>
      <w:r w:rsidR="001352F9">
        <w:t>ich des Marken- und Wettbewerbs</w:t>
      </w:r>
      <w:r>
        <w:t>rechts. Hier reifte auch mein Entschluss, später ebenfalls für eine Großkanzlei zu arbeiten und mich auf das Wettbewerbsrecht zu spezi</w:t>
      </w:r>
      <w:r>
        <w:t>a</w:t>
      </w:r>
      <w:r>
        <w:t>lisieren.</w:t>
      </w:r>
    </w:p>
    <w:p w14:paraId="3747CCC4" w14:textId="77777777" w:rsidR="0040444D" w:rsidRDefault="0040444D" w:rsidP="0040444D"/>
    <w:p w14:paraId="14B4A9DB" w14:textId="65805DDF" w:rsidR="0040444D" w:rsidRDefault="0040444D" w:rsidP="0040444D">
      <w:r>
        <w:t xml:space="preserve">Neben meinen fachlichen Qualifikationen schätzen meine bisherigen Ausbildungsleiter und </w:t>
      </w:r>
      <w:r w:rsidR="001352F9">
        <w:br/>
      </w:r>
      <w:r>
        <w:t>-</w:t>
      </w:r>
      <w:proofErr w:type="spellStart"/>
      <w:r>
        <w:t>leiterinnen</w:t>
      </w:r>
      <w:proofErr w:type="spellEnd"/>
      <w:r>
        <w:t xml:space="preserve"> vor allem meine Teamfähigkeit, meine Verlässlichkeit und mein Organisationstalent. Mit dem Stress und Druck in einer internationalen Großkanzlei kann ich gut umgehen.</w:t>
      </w:r>
    </w:p>
    <w:p w14:paraId="58873C3D" w14:textId="77777777" w:rsidR="0040444D" w:rsidRDefault="0040444D" w:rsidP="0040444D"/>
    <w:p w14:paraId="75EA8D54" w14:textId="52E1ACAB" w:rsidR="0040444D" w:rsidRDefault="0040444D" w:rsidP="0040444D">
      <w:r>
        <w:t>Habe ich Sie mit meiner Bewerbung von meinen Qualifikationen überzeugt? Ich freue mich über eine Einladung zum Vorstellungsgespräch.</w:t>
      </w:r>
    </w:p>
    <w:p w14:paraId="571EE379" w14:textId="77777777" w:rsidR="0040444D" w:rsidRDefault="0040444D" w:rsidP="0040444D"/>
    <w:p w14:paraId="423CB558" w14:textId="625750DE" w:rsidR="0040444D" w:rsidRDefault="0040444D" w:rsidP="0040444D">
      <w:r>
        <w:t>Mit freundlichen Grüßen</w:t>
      </w:r>
    </w:p>
    <w:p w14:paraId="4D5F8BBB" w14:textId="77777777" w:rsidR="001352F9" w:rsidRDefault="001352F9" w:rsidP="0040444D"/>
    <w:p w14:paraId="329AD342" w14:textId="2E05C51D" w:rsidR="0095639B" w:rsidRPr="00E21768" w:rsidRDefault="0040444D" w:rsidP="0040444D">
      <w:pPr>
        <w:pStyle w:val="UnterschriftName"/>
        <w:rPr>
          <w:rFonts w:ascii="Lucida Handwriting" w:hAnsi="Lucida Handwriting"/>
        </w:rPr>
      </w:pPr>
      <w:bookmarkStart w:id="0" w:name="_GoBack"/>
      <w:r w:rsidRPr="00E21768">
        <w:rPr>
          <w:rFonts w:ascii="Lucida Handwriting" w:hAnsi="Lucida Handwriting"/>
        </w:rPr>
        <w:t>Svenja Koch</w:t>
      </w:r>
      <w:bookmarkEnd w:id="0"/>
    </w:p>
    <w:sectPr w:rsidR="0095639B" w:rsidRPr="00E21768" w:rsidSect="0062428E">
      <w:pgSz w:w="11906" w:h="16838"/>
      <w:pgMar w:top="1134" w:right="1134" w:bottom="1134" w:left="136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6B273C" w14:textId="77777777" w:rsidR="00F637C5" w:rsidRDefault="00F637C5" w:rsidP="00D04998">
      <w:pPr>
        <w:spacing w:line="240" w:lineRule="auto"/>
      </w:pPr>
      <w:r>
        <w:separator/>
      </w:r>
    </w:p>
  </w:endnote>
  <w:endnote w:type="continuationSeparator" w:id="0">
    <w:p w14:paraId="44007B12" w14:textId="77777777" w:rsidR="00F637C5" w:rsidRDefault="00F637C5" w:rsidP="00D04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 Italic">
    <w:altName w:val="Arabic Typesetting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charset w:val="00"/>
    <w:family w:val="auto"/>
    <w:pitch w:val="variable"/>
    <w:sig w:usb0="00000287" w:usb1="00000000" w:usb2="00000000" w:usb3="00000000" w:csb0="0000009F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charset w:val="00"/>
    <w:family w:val="auto"/>
    <w:pitch w:val="variable"/>
    <w:sig w:usb0="800000AF" w:usb1="5000204A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C19D15" w14:textId="77777777" w:rsidR="00F637C5" w:rsidRDefault="00F637C5" w:rsidP="00D04998">
      <w:pPr>
        <w:spacing w:line="240" w:lineRule="auto"/>
      </w:pPr>
      <w:r>
        <w:separator/>
      </w:r>
    </w:p>
  </w:footnote>
  <w:footnote w:type="continuationSeparator" w:id="0">
    <w:p w14:paraId="0E955EC2" w14:textId="77777777" w:rsidR="00F637C5" w:rsidRDefault="00F637C5" w:rsidP="00D0499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9D8"/>
    <w:rsid w:val="000B1FA9"/>
    <w:rsid w:val="000D0FC8"/>
    <w:rsid w:val="00124892"/>
    <w:rsid w:val="001352F9"/>
    <w:rsid w:val="0021238A"/>
    <w:rsid w:val="00327334"/>
    <w:rsid w:val="00370185"/>
    <w:rsid w:val="003B7D74"/>
    <w:rsid w:val="0040444D"/>
    <w:rsid w:val="004F0647"/>
    <w:rsid w:val="0062428E"/>
    <w:rsid w:val="00631380"/>
    <w:rsid w:val="006D3345"/>
    <w:rsid w:val="006F5C84"/>
    <w:rsid w:val="00770743"/>
    <w:rsid w:val="007C371D"/>
    <w:rsid w:val="008D2E71"/>
    <w:rsid w:val="008D76FD"/>
    <w:rsid w:val="0095639B"/>
    <w:rsid w:val="009D01B1"/>
    <w:rsid w:val="00A479D8"/>
    <w:rsid w:val="00A66DEC"/>
    <w:rsid w:val="00AB6AAA"/>
    <w:rsid w:val="00AE72C8"/>
    <w:rsid w:val="00B14BB3"/>
    <w:rsid w:val="00B65920"/>
    <w:rsid w:val="00C841F7"/>
    <w:rsid w:val="00CC6031"/>
    <w:rsid w:val="00CC7DA6"/>
    <w:rsid w:val="00D04998"/>
    <w:rsid w:val="00DF19CD"/>
    <w:rsid w:val="00DF7E68"/>
    <w:rsid w:val="00E21768"/>
    <w:rsid w:val="00E37989"/>
    <w:rsid w:val="00EA037D"/>
    <w:rsid w:val="00EB3170"/>
    <w:rsid w:val="00F1444A"/>
    <w:rsid w:val="00F339CC"/>
    <w:rsid w:val="00F637C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F5C5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62428E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62428E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62428E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62428E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130D98D4</Template>
  <TotalTime>0</TotalTime>
  <Pages>1</Pages>
  <Words>237</Words>
  <Characters>1500</Characters>
  <Application>Microsoft Office Word</Application>
  <DocSecurity>0</DocSecurity>
  <Lines>12</Lines>
  <Paragraphs>3</Paragraphs>
  <ScaleCrop>false</ScaleCrop>
  <Company>F G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von Laffert, Juliane</cp:lastModifiedBy>
  <cp:revision>4</cp:revision>
  <cp:lastPrinted>2015-11-10T09:10:00Z</cp:lastPrinted>
  <dcterms:created xsi:type="dcterms:W3CDTF">2015-11-10T09:10:00Z</dcterms:created>
  <dcterms:modified xsi:type="dcterms:W3CDTF">2016-02-02T07:58:00Z</dcterms:modified>
</cp:coreProperties>
</file>